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287AF" w14:textId="77777777" w:rsidR="00B66DA7" w:rsidRDefault="006866C6" w:rsidP="006866C6">
      <w:pPr>
        <w:pStyle w:val="ListParagraph"/>
        <w:numPr>
          <w:ilvl w:val="0"/>
          <w:numId w:val="1"/>
        </w:numPr>
      </w:pPr>
      <w:r>
        <w:t>This is at the first level</w:t>
      </w:r>
    </w:p>
    <w:p w14:paraId="3A4C2E4C" w14:textId="77777777" w:rsidR="006866C6" w:rsidRDefault="006866C6" w:rsidP="006866C6">
      <w:pPr>
        <w:pStyle w:val="ListParagraph"/>
        <w:numPr>
          <w:ilvl w:val="1"/>
          <w:numId w:val="1"/>
        </w:numPr>
      </w:pPr>
      <w:r>
        <w:t xml:space="preserve">This </w:t>
      </w:r>
      <w:bookmarkStart w:id="0" w:name="_GoBack"/>
      <w:r>
        <w:t xml:space="preserve">is at the second </w:t>
      </w:r>
      <w:bookmarkEnd w:id="0"/>
      <w:r>
        <w:t>level</w:t>
      </w:r>
    </w:p>
    <w:p w14:paraId="1798FED7" w14:textId="3A4ED82A" w:rsidR="006866C6" w:rsidRDefault="006866C6" w:rsidP="006866C6">
      <w:pPr>
        <w:pStyle w:val="ListParagraph"/>
        <w:numPr>
          <w:ilvl w:val="2"/>
          <w:numId w:val="1"/>
        </w:numPr>
      </w:pPr>
      <w:r>
        <w:t xml:space="preserve">This is </w:t>
      </w:r>
      <w:r w:rsidRPr="006866C6">
        <w:rPr>
          <w:i/>
        </w:rPr>
        <w:t xml:space="preserve">at </w:t>
      </w:r>
      <w:r w:rsidRPr="006866C6">
        <w:rPr>
          <w:b/>
          <w:i/>
        </w:rPr>
        <w:t xml:space="preserve">the </w:t>
      </w:r>
      <w:r w:rsidRPr="006866C6">
        <w:rPr>
          <w:b/>
          <w:i/>
          <w:highlight w:val="green"/>
        </w:rPr>
        <w:t>t</w:t>
      </w:r>
      <w:r w:rsidRPr="006866C6">
        <w:rPr>
          <w:b/>
          <w:i/>
          <w:highlight w:val="cyan"/>
        </w:rPr>
        <w:t>h</w:t>
      </w:r>
      <w:r w:rsidRPr="006866C6">
        <w:rPr>
          <w:b/>
          <w:i/>
        </w:rPr>
        <w:t>i</w:t>
      </w:r>
      <w:r w:rsidRPr="006866C6">
        <w:rPr>
          <w:b/>
          <w:i/>
          <w:highlight w:val="blue"/>
        </w:rPr>
        <w:t>r</w:t>
      </w:r>
      <w:r w:rsidRPr="006866C6">
        <w:rPr>
          <w:b/>
          <w:i/>
          <w:highlight w:val="red"/>
        </w:rPr>
        <w:t>d</w:t>
      </w:r>
      <w:r w:rsidRPr="006866C6">
        <w:rPr>
          <w:b/>
          <w:i/>
        </w:rPr>
        <w:t xml:space="preserve"> level</w:t>
      </w:r>
      <w:r w:rsidRPr="006866C6">
        <w:rPr>
          <w:i/>
        </w:rPr>
        <w:t>, and I want to</w:t>
      </w:r>
      <w:r>
        <w:t xml:space="preserve"> test normalization here.</w:t>
      </w:r>
    </w:p>
    <w:sectPr w:rsidR="006866C6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5A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6C6"/>
    <w:rsid w:val="006866C6"/>
    <w:rsid w:val="00861DCE"/>
    <w:rsid w:val="009F72A0"/>
    <w:rsid w:val="00B66DA7"/>
    <w:rsid w:val="00D57820"/>
    <w:rsid w:val="00DB0859"/>
    <w:rsid w:val="00E060A3"/>
    <w:rsid w:val="00EF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4378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6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104</Characters>
  <Application>Microsoft Macintosh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5</cp:revision>
  <dcterms:created xsi:type="dcterms:W3CDTF">2014-06-22T04:54:00Z</dcterms:created>
  <dcterms:modified xsi:type="dcterms:W3CDTF">2014-06-22T05:13:00Z</dcterms:modified>
</cp:coreProperties>
</file>